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3"/>
        <w:gridCol w:w="3992"/>
        <w:gridCol w:w="3633"/>
        <w:gridCol w:w="3598"/>
      </w:tblGrid>
      <w:tr w:rsidR="00ED5991" w:rsidTr="00ED5991">
        <w:trPr>
          <w:trHeight w:val="980"/>
        </w:trPr>
        <w:tc>
          <w:tcPr>
            <w:tcW w:w="3654" w:type="dxa"/>
          </w:tcPr>
          <w:p w:rsidR="00ED5991" w:rsidRPr="00ED5991" w:rsidRDefault="00ED5991" w:rsidP="00ED5991">
            <w:pPr>
              <w:rPr>
                <w:sz w:val="32"/>
                <w:szCs w:val="32"/>
              </w:rPr>
            </w:pPr>
            <w:r w:rsidRPr="008527FC">
              <w:rPr>
                <w:sz w:val="32"/>
                <w:szCs w:val="32"/>
                <w:highlight w:val="yellow"/>
              </w:rPr>
              <w:t>Roman Empire’s City</w:t>
            </w:r>
          </w:p>
        </w:tc>
        <w:tc>
          <w:tcPr>
            <w:tcW w:w="3654" w:type="dxa"/>
          </w:tcPr>
          <w:p w:rsidR="00ED5991" w:rsidRPr="00ED5991" w:rsidRDefault="00ED5991" w:rsidP="00ED5991">
            <w:pPr>
              <w:rPr>
                <w:sz w:val="32"/>
                <w:szCs w:val="32"/>
              </w:rPr>
            </w:pPr>
            <w:r w:rsidRPr="008527FC">
              <w:rPr>
                <w:sz w:val="32"/>
                <w:szCs w:val="32"/>
                <w:highlight w:val="green"/>
              </w:rPr>
              <w:t>Geography/Climate/Location</w:t>
            </w:r>
          </w:p>
        </w:tc>
        <w:tc>
          <w:tcPr>
            <w:tcW w:w="3654" w:type="dxa"/>
          </w:tcPr>
          <w:p w:rsidR="00ED5991" w:rsidRPr="00ED5991" w:rsidRDefault="00ED5991" w:rsidP="00ED5991">
            <w:pPr>
              <w:rPr>
                <w:sz w:val="32"/>
                <w:szCs w:val="32"/>
              </w:rPr>
            </w:pPr>
            <w:r w:rsidRPr="008527FC">
              <w:rPr>
                <w:sz w:val="32"/>
                <w:szCs w:val="32"/>
                <w:highlight w:val="cyan"/>
              </w:rPr>
              <w:t>Economy/Jobs/Economic Tools/Crops/Animals</w:t>
            </w:r>
          </w:p>
        </w:tc>
        <w:tc>
          <w:tcPr>
            <w:tcW w:w="3654" w:type="dxa"/>
          </w:tcPr>
          <w:p w:rsidR="00ED5991" w:rsidRPr="00ED5991" w:rsidRDefault="00ED5991" w:rsidP="00ED5991">
            <w:pPr>
              <w:rPr>
                <w:sz w:val="32"/>
                <w:szCs w:val="32"/>
              </w:rPr>
            </w:pPr>
            <w:r w:rsidRPr="008527FC">
              <w:rPr>
                <w:sz w:val="32"/>
                <w:szCs w:val="32"/>
                <w:highlight w:val="lightGray"/>
              </w:rPr>
              <w:t>Tools/Inventions/Ideas</w:t>
            </w:r>
          </w:p>
        </w:tc>
      </w:tr>
      <w:tr w:rsidR="00ED5991" w:rsidTr="000F7FC2">
        <w:trPr>
          <w:trHeight w:val="9710"/>
        </w:trPr>
        <w:tc>
          <w:tcPr>
            <w:tcW w:w="3654" w:type="dxa"/>
          </w:tcPr>
          <w:p w:rsidR="004B7229" w:rsidRDefault="004B7229" w:rsidP="00ED5991">
            <w:pPr>
              <w:rPr>
                <w:sz w:val="40"/>
                <w:szCs w:val="40"/>
              </w:rPr>
            </w:pPr>
          </w:p>
          <w:p w:rsidR="004B7229" w:rsidRDefault="004B7229" w:rsidP="00ED5991">
            <w:pPr>
              <w:rPr>
                <w:sz w:val="40"/>
                <w:szCs w:val="40"/>
              </w:rPr>
            </w:pPr>
          </w:p>
          <w:p w:rsidR="004B7229" w:rsidRDefault="004B7229" w:rsidP="00ED5991">
            <w:pPr>
              <w:rPr>
                <w:sz w:val="40"/>
                <w:szCs w:val="40"/>
              </w:rPr>
            </w:pPr>
          </w:p>
          <w:p w:rsidR="004F0F8A" w:rsidRDefault="004F0F8A" w:rsidP="00ED5991">
            <w:pPr>
              <w:rPr>
                <w:sz w:val="40"/>
                <w:szCs w:val="40"/>
                <w:highlight w:val="yellow"/>
              </w:rPr>
            </w:pPr>
          </w:p>
          <w:p w:rsidR="004F0F8A" w:rsidRDefault="004F0F8A" w:rsidP="00ED5991">
            <w:pPr>
              <w:rPr>
                <w:sz w:val="40"/>
                <w:szCs w:val="40"/>
                <w:highlight w:val="yellow"/>
              </w:rPr>
            </w:pPr>
          </w:p>
          <w:p w:rsidR="004F0F8A" w:rsidRDefault="004F0F8A" w:rsidP="00ED5991">
            <w:pPr>
              <w:rPr>
                <w:sz w:val="40"/>
                <w:szCs w:val="40"/>
                <w:highlight w:val="yellow"/>
              </w:rPr>
            </w:pPr>
          </w:p>
          <w:p w:rsidR="004F0F8A" w:rsidRDefault="004F0F8A" w:rsidP="00ED5991">
            <w:pPr>
              <w:rPr>
                <w:sz w:val="40"/>
                <w:szCs w:val="40"/>
                <w:highlight w:val="yellow"/>
              </w:rPr>
            </w:pPr>
          </w:p>
          <w:p w:rsidR="00ED5991" w:rsidRPr="004B7229" w:rsidRDefault="004B7229" w:rsidP="00ED5991">
            <w:pPr>
              <w:rPr>
                <w:sz w:val="40"/>
                <w:szCs w:val="40"/>
              </w:rPr>
            </w:pPr>
            <w:r w:rsidRPr="008527FC">
              <w:rPr>
                <w:sz w:val="40"/>
                <w:szCs w:val="40"/>
                <w:highlight w:val="yellow"/>
              </w:rPr>
              <w:t>Rome</w:t>
            </w:r>
          </w:p>
        </w:tc>
        <w:tc>
          <w:tcPr>
            <w:tcW w:w="3654" w:type="dxa"/>
          </w:tcPr>
          <w:p w:rsidR="00ED5991" w:rsidRDefault="003C0B4F" w:rsidP="00ED5991">
            <w:pPr>
              <w:rPr>
                <w:sz w:val="24"/>
                <w:szCs w:val="24"/>
              </w:rPr>
            </w:pPr>
            <w:r w:rsidRPr="003C0B4F">
              <w:rPr>
                <w:sz w:val="24"/>
                <w:szCs w:val="24"/>
                <w:highlight w:val="green"/>
              </w:rPr>
              <w:t>.</w:t>
            </w:r>
            <w:r>
              <w:rPr>
                <w:sz w:val="24"/>
                <w:szCs w:val="24"/>
                <w:highlight w:val="green"/>
              </w:rPr>
              <w:t>Central-</w:t>
            </w:r>
            <w:r w:rsidRPr="003C0B4F">
              <w:rPr>
                <w:sz w:val="24"/>
                <w:szCs w:val="24"/>
                <w:highlight w:val="green"/>
              </w:rPr>
              <w:t>West Coast of Italian Peninsula</w:t>
            </w:r>
          </w:p>
          <w:p w:rsidR="003C0B4F" w:rsidRDefault="003C0B4F" w:rsidP="00ED5991">
            <w:pPr>
              <w:rPr>
                <w:sz w:val="24"/>
                <w:szCs w:val="24"/>
              </w:rPr>
            </w:pPr>
          </w:p>
          <w:p w:rsidR="003C0B4F" w:rsidRDefault="003C0B4F" w:rsidP="00ED5991">
            <w:pPr>
              <w:rPr>
                <w:sz w:val="24"/>
                <w:szCs w:val="24"/>
              </w:rPr>
            </w:pPr>
            <w:r w:rsidRPr="003C0B4F">
              <w:rPr>
                <w:sz w:val="24"/>
                <w:szCs w:val="24"/>
                <w:highlight w:val="green"/>
              </w:rPr>
              <w:t>.Originally on hills south of the Tiber River</w:t>
            </w:r>
          </w:p>
          <w:p w:rsidR="003C0B4F" w:rsidRDefault="003C0B4F" w:rsidP="00ED5991">
            <w:pPr>
              <w:rPr>
                <w:sz w:val="24"/>
                <w:szCs w:val="24"/>
              </w:rPr>
            </w:pPr>
          </w:p>
          <w:p w:rsidR="003C0B4F" w:rsidRDefault="003C0B4F" w:rsidP="00ED5991">
            <w:pPr>
              <w:rPr>
                <w:sz w:val="24"/>
                <w:szCs w:val="24"/>
              </w:rPr>
            </w:pPr>
            <w:r w:rsidRPr="003C0B4F">
              <w:rPr>
                <w:sz w:val="24"/>
                <w:szCs w:val="24"/>
                <w:highlight w:val="green"/>
              </w:rPr>
              <w:t>.Latium Valley</w:t>
            </w:r>
          </w:p>
          <w:p w:rsidR="003C0B4F" w:rsidRDefault="003C0B4F" w:rsidP="00ED5991">
            <w:pPr>
              <w:rPr>
                <w:sz w:val="24"/>
                <w:szCs w:val="24"/>
              </w:rPr>
            </w:pPr>
          </w:p>
          <w:p w:rsidR="003C0B4F" w:rsidRDefault="003C0B4F" w:rsidP="00ED5991">
            <w:pPr>
              <w:rPr>
                <w:sz w:val="24"/>
                <w:szCs w:val="24"/>
              </w:rPr>
            </w:pPr>
            <w:r w:rsidRPr="003C0B4F">
              <w:rPr>
                <w:sz w:val="24"/>
                <w:szCs w:val="24"/>
                <w:highlight w:val="green"/>
              </w:rPr>
              <w:t>.Near Tyrrhenian Sea/Mediterranean Sea</w:t>
            </w:r>
          </w:p>
          <w:p w:rsidR="003C0B4F" w:rsidRDefault="003C0B4F" w:rsidP="00ED5991">
            <w:pPr>
              <w:rPr>
                <w:sz w:val="24"/>
                <w:szCs w:val="24"/>
              </w:rPr>
            </w:pPr>
          </w:p>
          <w:p w:rsidR="003C0B4F" w:rsidRDefault="003C0B4F" w:rsidP="00ED5991">
            <w:pPr>
              <w:rPr>
                <w:sz w:val="24"/>
                <w:szCs w:val="24"/>
              </w:rPr>
            </w:pPr>
            <w:r w:rsidRPr="003C0B4F">
              <w:rPr>
                <w:sz w:val="24"/>
                <w:szCs w:val="24"/>
                <w:highlight w:val="green"/>
              </w:rPr>
              <w:t>.Flat valley with small rocky hills and rolling plains</w:t>
            </w:r>
          </w:p>
          <w:p w:rsidR="003C0B4F" w:rsidRDefault="003C0B4F" w:rsidP="00ED5991">
            <w:pPr>
              <w:rPr>
                <w:sz w:val="24"/>
                <w:szCs w:val="24"/>
              </w:rPr>
            </w:pPr>
          </w:p>
          <w:p w:rsidR="003C0B4F" w:rsidRDefault="003C0B4F" w:rsidP="00ED5991">
            <w:pPr>
              <w:rPr>
                <w:sz w:val="24"/>
                <w:szCs w:val="24"/>
              </w:rPr>
            </w:pPr>
            <w:r w:rsidRPr="003C0B4F">
              <w:rPr>
                <w:sz w:val="24"/>
                <w:szCs w:val="24"/>
                <w:highlight w:val="green"/>
              </w:rPr>
              <w:t>.Inactive Volcanoes surround Latium Valley</w:t>
            </w:r>
          </w:p>
          <w:p w:rsidR="00D1672A" w:rsidRDefault="00D1672A" w:rsidP="00ED5991">
            <w:pPr>
              <w:rPr>
                <w:sz w:val="24"/>
                <w:szCs w:val="24"/>
              </w:rPr>
            </w:pPr>
          </w:p>
          <w:p w:rsidR="00D1672A" w:rsidRPr="003C0B4F" w:rsidRDefault="00D1672A" w:rsidP="00ED5991">
            <w:pPr>
              <w:rPr>
                <w:sz w:val="24"/>
                <w:szCs w:val="24"/>
              </w:rPr>
            </w:pPr>
            <w:r w:rsidRPr="00D1672A">
              <w:rPr>
                <w:sz w:val="24"/>
                <w:szCs w:val="24"/>
                <w:highlight w:val="green"/>
              </w:rPr>
              <w:t>.Fertile Farming Area</w:t>
            </w:r>
          </w:p>
        </w:tc>
        <w:tc>
          <w:tcPr>
            <w:tcW w:w="3654" w:type="dxa"/>
          </w:tcPr>
          <w:p w:rsidR="00ED5991" w:rsidRDefault="00E93A0F" w:rsidP="00ED5991">
            <w:r w:rsidRPr="00E93A0F">
              <w:rPr>
                <w:highlight w:val="cyan"/>
              </w:rPr>
              <w:t>.Mainly Trades within the Roman Emp</w:t>
            </w:r>
            <w:r w:rsidRPr="00B267E1">
              <w:rPr>
                <w:highlight w:val="cyan"/>
              </w:rPr>
              <w:t>ire come to Rome</w:t>
            </w:r>
            <w:r w:rsidR="00B267E1" w:rsidRPr="00B267E1">
              <w:rPr>
                <w:highlight w:val="cyan"/>
              </w:rPr>
              <w:t xml:space="preserve"> and away from </w:t>
            </w:r>
            <w:r w:rsidR="00B267E1" w:rsidRPr="001A2A79">
              <w:rPr>
                <w:highlight w:val="cyan"/>
              </w:rPr>
              <w:t>Rome</w:t>
            </w:r>
            <w:r w:rsidR="001A2A79" w:rsidRPr="001A2A79">
              <w:rPr>
                <w:highlight w:val="cyan"/>
              </w:rPr>
              <w:t xml:space="preserve"> [no need to trade with others]</w:t>
            </w:r>
          </w:p>
          <w:p w:rsidR="00E93A0F" w:rsidRDefault="00E93A0F" w:rsidP="00ED5991">
            <w:r w:rsidRPr="00B267E1">
              <w:rPr>
                <w:highlight w:val="yellow"/>
              </w:rPr>
              <w:t>.</w:t>
            </w:r>
            <w:r w:rsidR="00B267E1" w:rsidRPr="00B267E1">
              <w:rPr>
                <w:highlight w:val="yellow"/>
              </w:rPr>
              <w:t xml:space="preserve">Rome’s farms in the Latium Valley usually grew; wheat, barley, grapes, beans, cabbage, lettuce, </w:t>
            </w:r>
            <w:r w:rsidR="00AE4915">
              <w:rPr>
                <w:highlight w:val="yellow"/>
              </w:rPr>
              <w:t xml:space="preserve">olives, </w:t>
            </w:r>
            <w:r w:rsidR="00F76926">
              <w:rPr>
                <w:highlight w:val="yellow"/>
              </w:rPr>
              <w:t xml:space="preserve">apples, peaches, tomatoes, </w:t>
            </w:r>
            <w:r w:rsidR="00B267E1" w:rsidRPr="00B267E1">
              <w:rPr>
                <w:highlight w:val="yellow"/>
              </w:rPr>
              <w:t>and more f</w:t>
            </w:r>
            <w:r w:rsidR="00B267E1" w:rsidRPr="00F76926">
              <w:rPr>
                <w:highlight w:val="yellow"/>
              </w:rPr>
              <w:t>ruits</w:t>
            </w:r>
            <w:r w:rsidR="00F76926" w:rsidRPr="00F76926">
              <w:rPr>
                <w:highlight w:val="yellow"/>
              </w:rPr>
              <w:t xml:space="preserve"> and vegetables</w:t>
            </w:r>
          </w:p>
          <w:p w:rsidR="00B267E1" w:rsidRDefault="00B267E1" w:rsidP="00ED5991">
            <w:r w:rsidRPr="00B267E1">
              <w:rPr>
                <w:highlight w:val="cyan"/>
              </w:rPr>
              <w:t>.Most commonly domesticated animals; cows, pigs, sheep, and goats</w:t>
            </w:r>
          </w:p>
          <w:p w:rsidR="00B267E1" w:rsidRDefault="00B267E1" w:rsidP="00ED5991">
            <w:r w:rsidRPr="00B267E1">
              <w:rPr>
                <w:highlight w:val="yellow"/>
              </w:rPr>
              <w:t xml:space="preserve">.Markets located in the </w:t>
            </w:r>
            <w:r w:rsidRPr="001A2A79">
              <w:rPr>
                <w:highlight w:val="yellow"/>
              </w:rPr>
              <w:t>forum</w:t>
            </w:r>
            <w:r w:rsidR="001A2A79" w:rsidRPr="001A2A79">
              <w:rPr>
                <w:highlight w:val="yellow"/>
              </w:rPr>
              <w:t xml:space="preserve"> where you could buy, sell, and borrow</w:t>
            </w:r>
          </w:p>
          <w:p w:rsidR="00B267E1" w:rsidRDefault="00B267E1" w:rsidP="000F7FC2">
            <w:r w:rsidRPr="000F7FC2">
              <w:rPr>
                <w:highlight w:val="cyan"/>
              </w:rPr>
              <w:t>.</w:t>
            </w:r>
            <w:r w:rsidR="001A2A79" w:rsidRPr="000F7FC2">
              <w:rPr>
                <w:highlight w:val="cyan"/>
              </w:rPr>
              <w:t xml:space="preserve">Farmers, soldiers, slaves, </w:t>
            </w:r>
            <w:r w:rsidR="000F7FC2">
              <w:rPr>
                <w:highlight w:val="cyan"/>
              </w:rPr>
              <w:t xml:space="preserve">tribunes, </w:t>
            </w:r>
            <w:r w:rsidR="001A2A79" w:rsidRPr="000F7FC2">
              <w:rPr>
                <w:highlight w:val="cyan"/>
              </w:rPr>
              <w:t>metalworkers, builders,</w:t>
            </w:r>
            <w:r w:rsidR="000F7FC2">
              <w:rPr>
                <w:highlight w:val="cyan"/>
              </w:rPr>
              <w:t xml:space="preserve"> gladiators,</w:t>
            </w:r>
            <w:r w:rsidR="001A2A79" w:rsidRPr="000F7FC2">
              <w:rPr>
                <w:highlight w:val="cyan"/>
              </w:rPr>
              <w:t xml:space="preserve"> stoneworkers, brewers, millers, wine-workers, architects, </w:t>
            </w:r>
            <w:r w:rsidR="000F7FC2" w:rsidRPr="000F7FC2">
              <w:rPr>
                <w:highlight w:val="cyan"/>
              </w:rPr>
              <w:t xml:space="preserve">mapmakers, </w:t>
            </w:r>
            <w:r w:rsidR="000C463C">
              <w:rPr>
                <w:highlight w:val="cyan"/>
              </w:rPr>
              <w:t xml:space="preserve">merchants, </w:t>
            </w:r>
            <w:r w:rsidR="000F7FC2">
              <w:rPr>
                <w:highlight w:val="cyan"/>
              </w:rPr>
              <w:t xml:space="preserve">craftsmen, fullers, </w:t>
            </w:r>
            <w:r w:rsidR="000F7FC2" w:rsidRPr="000F7FC2">
              <w:rPr>
                <w:highlight w:val="cyan"/>
              </w:rPr>
              <w:t>and many more jobs were common to the Roman Empire’s plebeians</w:t>
            </w:r>
          </w:p>
          <w:p w:rsidR="000F7FC2" w:rsidRDefault="000F7FC2" w:rsidP="000F7FC2">
            <w:r w:rsidRPr="000F7FC2">
              <w:rPr>
                <w:highlight w:val="yellow"/>
              </w:rPr>
              <w:t>. More high class jobs; senators, generals, consuls, and more high class jobs</w:t>
            </w:r>
          </w:p>
          <w:p w:rsidR="000F7FC2" w:rsidRDefault="000F7FC2" w:rsidP="000F7FC2">
            <w:r w:rsidRPr="000F7FC2">
              <w:rPr>
                <w:highlight w:val="cyan"/>
              </w:rPr>
              <w:t>.Republic- kind of like a democracy</w:t>
            </w:r>
          </w:p>
          <w:p w:rsidR="000F7FC2" w:rsidRDefault="00AE4915" w:rsidP="000F7FC2">
            <w:r w:rsidRPr="00AE4915">
              <w:rPr>
                <w:highlight w:val="yellow"/>
              </w:rPr>
              <w:t xml:space="preserve"> .Sold olive oil that made lots of $$</w:t>
            </w:r>
            <w:r w:rsidRPr="00671CA8">
              <w:rPr>
                <w:highlight w:val="yellow"/>
              </w:rPr>
              <w:t>$</w:t>
            </w:r>
            <w:r w:rsidR="00671CA8" w:rsidRPr="00671CA8">
              <w:rPr>
                <w:highlight w:val="yellow"/>
              </w:rPr>
              <w:t>$</w:t>
            </w:r>
          </w:p>
          <w:p w:rsidR="00AE4915" w:rsidRDefault="00AE4915" w:rsidP="000F7FC2">
            <w:r w:rsidRPr="00AE4915">
              <w:rPr>
                <w:highlight w:val="cyan"/>
              </w:rPr>
              <w:t>.With imports coming in, the city had all of the food it needed in extra quantities + rare food from certain parts of the Roman empire</w:t>
            </w:r>
          </w:p>
          <w:p w:rsidR="004F0F8A" w:rsidRDefault="004F0F8A" w:rsidP="000F7FC2">
            <w:r w:rsidRPr="004F0F8A">
              <w:rPr>
                <w:highlight w:val="yellow"/>
              </w:rPr>
              <w:t>.Craftsmen sold goods to noblemen in return for the nobleman to be their patron</w:t>
            </w:r>
          </w:p>
          <w:p w:rsidR="000C463C" w:rsidRDefault="000C463C" w:rsidP="000F7FC2">
            <w:r w:rsidRPr="000C463C">
              <w:rPr>
                <w:highlight w:val="cyan"/>
              </w:rPr>
              <w:t>.Loans</w:t>
            </w:r>
          </w:p>
          <w:p w:rsidR="000C463C" w:rsidRDefault="000C463C" w:rsidP="000F7FC2">
            <w:r w:rsidRPr="000C463C">
              <w:rPr>
                <w:highlight w:val="yellow"/>
              </w:rPr>
              <w:t>.Taxes</w:t>
            </w:r>
          </w:p>
          <w:p w:rsidR="000C463C" w:rsidRDefault="000C463C" w:rsidP="000F7FC2">
            <w:r w:rsidRPr="000C463C">
              <w:rPr>
                <w:highlight w:val="cyan"/>
              </w:rPr>
              <w:t>.Large Scale Production</w:t>
            </w:r>
          </w:p>
        </w:tc>
        <w:tc>
          <w:tcPr>
            <w:tcW w:w="3654" w:type="dxa"/>
          </w:tcPr>
          <w:p w:rsidR="00ED5991" w:rsidRDefault="00994FE3" w:rsidP="00ED5991">
            <w:pPr>
              <w:rPr>
                <w:sz w:val="20"/>
                <w:szCs w:val="20"/>
              </w:rPr>
            </w:pPr>
            <w:r w:rsidRPr="00994FE3">
              <w:rPr>
                <w:sz w:val="20"/>
                <w:szCs w:val="20"/>
                <w:highlight w:val="lightGray"/>
              </w:rPr>
              <w:t>.Aqueducts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994FE3" w:rsidRDefault="00994FE3" w:rsidP="00ED5991">
            <w:pPr>
              <w:rPr>
                <w:sz w:val="20"/>
                <w:szCs w:val="20"/>
              </w:rPr>
            </w:pPr>
            <w:r w:rsidRPr="00994FE3">
              <w:rPr>
                <w:sz w:val="20"/>
                <w:szCs w:val="20"/>
                <w:highlight w:val="lightGray"/>
              </w:rPr>
              <w:t>.Stone Bridges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994FE3" w:rsidRDefault="00994FE3" w:rsidP="00ED5991">
            <w:pPr>
              <w:rPr>
                <w:sz w:val="20"/>
                <w:szCs w:val="20"/>
              </w:rPr>
            </w:pPr>
            <w:r w:rsidRPr="00994FE3">
              <w:rPr>
                <w:sz w:val="20"/>
                <w:szCs w:val="20"/>
                <w:highlight w:val="lightGray"/>
              </w:rPr>
              <w:t>.Public Baths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994FE3" w:rsidRDefault="00994FE3" w:rsidP="00ED5991">
            <w:pPr>
              <w:rPr>
                <w:sz w:val="20"/>
                <w:szCs w:val="20"/>
              </w:rPr>
            </w:pPr>
            <w:r w:rsidRPr="00994FE3">
              <w:rPr>
                <w:sz w:val="20"/>
                <w:szCs w:val="20"/>
                <w:highlight w:val="lightGray"/>
              </w:rPr>
              <w:t>.Libraries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  <w:highlight w:val="lightGray"/>
              </w:rPr>
            </w:pPr>
            <w:r w:rsidRPr="003D28DC">
              <w:rPr>
                <w:sz w:val="20"/>
                <w:szCs w:val="20"/>
                <w:highlight w:val="lightGray"/>
              </w:rPr>
              <w:t>.Museums</w:t>
            </w:r>
          </w:p>
          <w:p w:rsidR="003D28DC" w:rsidRPr="003D28DC" w:rsidRDefault="003D28DC" w:rsidP="00ED5991">
            <w:pPr>
              <w:rPr>
                <w:sz w:val="20"/>
                <w:szCs w:val="20"/>
                <w:highlight w:val="lightGray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.Art Galleries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.The Arch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.Concrete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  <w:highlight w:val="lightGray"/>
              </w:rPr>
            </w:pPr>
            <w:r w:rsidRPr="003D28DC">
              <w:rPr>
                <w:sz w:val="20"/>
                <w:szCs w:val="20"/>
                <w:highlight w:val="lightGray"/>
              </w:rPr>
              <w:t>.Theater</w:t>
            </w:r>
            <w:r>
              <w:rPr>
                <w:sz w:val="20"/>
                <w:szCs w:val="20"/>
                <w:highlight w:val="lightGray"/>
              </w:rPr>
              <w:t>s</w:t>
            </w:r>
          </w:p>
          <w:p w:rsidR="003D28DC" w:rsidRDefault="003D28DC" w:rsidP="00ED5991">
            <w:pPr>
              <w:rPr>
                <w:sz w:val="20"/>
                <w:szCs w:val="20"/>
                <w:highlight w:val="lightGray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.Workshops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.Ground floor shops + Top Floor apartments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.Block Road System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.Census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</w:t>
            </w:r>
            <w:proofErr w:type="spellStart"/>
            <w:r w:rsidRPr="003D28DC">
              <w:rPr>
                <w:sz w:val="20"/>
                <w:szCs w:val="20"/>
                <w:highlight w:val="lightGray"/>
              </w:rPr>
              <w:t>Colosseum</w:t>
            </w:r>
            <w:proofErr w:type="spellEnd"/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Pr="00994FE3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.Republic</w:t>
            </w:r>
          </w:p>
        </w:tc>
      </w:tr>
      <w:tr w:rsidR="00ED5991" w:rsidTr="00F76926">
        <w:trPr>
          <w:trHeight w:val="10340"/>
        </w:trPr>
        <w:tc>
          <w:tcPr>
            <w:tcW w:w="3654" w:type="dxa"/>
          </w:tcPr>
          <w:p w:rsidR="00ED5991" w:rsidRDefault="00ED5991" w:rsidP="00ED5991"/>
          <w:p w:rsidR="004B7229" w:rsidRDefault="004B7229" w:rsidP="00ED5991"/>
          <w:p w:rsidR="004B7229" w:rsidRDefault="004B7229" w:rsidP="00ED5991"/>
          <w:p w:rsidR="004B7229" w:rsidRDefault="004B7229" w:rsidP="00ED5991"/>
          <w:p w:rsidR="004B7229" w:rsidRDefault="004B7229" w:rsidP="00ED5991"/>
          <w:p w:rsidR="004B7229" w:rsidRDefault="004B7229" w:rsidP="00ED5991"/>
          <w:p w:rsidR="004F0F8A" w:rsidRDefault="004F0F8A" w:rsidP="00ED5991">
            <w:pPr>
              <w:rPr>
                <w:sz w:val="40"/>
                <w:szCs w:val="40"/>
                <w:highlight w:val="yellow"/>
              </w:rPr>
            </w:pPr>
          </w:p>
          <w:p w:rsidR="004F0F8A" w:rsidRDefault="004F0F8A" w:rsidP="00ED5991">
            <w:pPr>
              <w:rPr>
                <w:sz w:val="40"/>
                <w:szCs w:val="40"/>
                <w:highlight w:val="yellow"/>
              </w:rPr>
            </w:pPr>
          </w:p>
          <w:p w:rsidR="004F0F8A" w:rsidRDefault="004F0F8A" w:rsidP="00ED5991">
            <w:pPr>
              <w:rPr>
                <w:sz w:val="40"/>
                <w:szCs w:val="40"/>
                <w:highlight w:val="yellow"/>
              </w:rPr>
            </w:pPr>
          </w:p>
          <w:p w:rsidR="004F0F8A" w:rsidRDefault="004F0F8A" w:rsidP="00ED5991">
            <w:pPr>
              <w:rPr>
                <w:sz w:val="40"/>
                <w:szCs w:val="40"/>
                <w:highlight w:val="yellow"/>
              </w:rPr>
            </w:pPr>
          </w:p>
          <w:p w:rsidR="004F0F8A" w:rsidRDefault="004F0F8A" w:rsidP="00ED5991">
            <w:pPr>
              <w:rPr>
                <w:sz w:val="40"/>
                <w:szCs w:val="40"/>
                <w:highlight w:val="yellow"/>
              </w:rPr>
            </w:pPr>
          </w:p>
          <w:p w:rsidR="004B7229" w:rsidRPr="004B7229" w:rsidRDefault="004B7229" w:rsidP="00ED5991">
            <w:pPr>
              <w:rPr>
                <w:sz w:val="40"/>
                <w:szCs w:val="40"/>
              </w:rPr>
            </w:pPr>
            <w:r w:rsidRPr="008527FC">
              <w:rPr>
                <w:sz w:val="40"/>
                <w:szCs w:val="40"/>
                <w:highlight w:val="yellow"/>
              </w:rPr>
              <w:t>Pompeii</w:t>
            </w:r>
          </w:p>
        </w:tc>
        <w:tc>
          <w:tcPr>
            <w:tcW w:w="3654" w:type="dxa"/>
          </w:tcPr>
          <w:p w:rsidR="00ED5991" w:rsidRPr="00D1672A" w:rsidRDefault="009E170C" w:rsidP="00ED5991">
            <w:pPr>
              <w:rPr>
                <w:highlight w:val="green"/>
              </w:rPr>
            </w:pPr>
            <w:r w:rsidRPr="00D1672A">
              <w:rPr>
                <w:highlight w:val="green"/>
              </w:rPr>
              <w:t>.</w:t>
            </w:r>
            <w:r w:rsidR="00D1672A" w:rsidRPr="00D1672A">
              <w:rPr>
                <w:highlight w:val="green"/>
              </w:rPr>
              <w:t>Bay of Naples</w:t>
            </w:r>
          </w:p>
          <w:p w:rsidR="00D1672A" w:rsidRPr="00D1672A" w:rsidRDefault="00D1672A" w:rsidP="00ED5991">
            <w:pPr>
              <w:rPr>
                <w:highlight w:val="green"/>
              </w:rPr>
            </w:pPr>
          </w:p>
          <w:p w:rsidR="00D1672A" w:rsidRPr="00D1672A" w:rsidRDefault="00D1672A" w:rsidP="00ED5991">
            <w:pPr>
              <w:rPr>
                <w:highlight w:val="green"/>
              </w:rPr>
            </w:pPr>
            <w:r w:rsidRPr="00D1672A">
              <w:rPr>
                <w:highlight w:val="green"/>
              </w:rPr>
              <w:t>.Mediterranean Sea</w:t>
            </w:r>
          </w:p>
          <w:p w:rsidR="00D1672A" w:rsidRPr="00D1672A" w:rsidRDefault="00D1672A" w:rsidP="00ED5991">
            <w:pPr>
              <w:rPr>
                <w:highlight w:val="green"/>
              </w:rPr>
            </w:pPr>
          </w:p>
          <w:p w:rsidR="00D1672A" w:rsidRPr="00D1672A" w:rsidRDefault="00D1672A" w:rsidP="00ED5991">
            <w:pPr>
              <w:rPr>
                <w:highlight w:val="green"/>
              </w:rPr>
            </w:pPr>
            <w:r w:rsidRPr="00D1672A">
              <w:rPr>
                <w:highlight w:val="green"/>
              </w:rPr>
              <w:t>.In valley below Mt. Vesuvius</w:t>
            </w:r>
          </w:p>
          <w:p w:rsidR="00D1672A" w:rsidRPr="00D1672A" w:rsidRDefault="00D1672A" w:rsidP="00ED5991">
            <w:pPr>
              <w:rPr>
                <w:highlight w:val="green"/>
              </w:rPr>
            </w:pPr>
          </w:p>
          <w:p w:rsidR="00D1672A" w:rsidRPr="00D1672A" w:rsidRDefault="00D1672A" w:rsidP="00ED5991">
            <w:pPr>
              <w:rPr>
                <w:highlight w:val="green"/>
              </w:rPr>
            </w:pPr>
            <w:r w:rsidRPr="00D1672A">
              <w:rPr>
                <w:highlight w:val="green"/>
              </w:rPr>
              <w:t>.Southern-West Coast</w:t>
            </w:r>
          </w:p>
          <w:p w:rsidR="00D1672A" w:rsidRPr="00D1672A" w:rsidRDefault="00D1672A" w:rsidP="00ED5991">
            <w:pPr>
              <w:rPr>
                <w:highlight w:val="green"/>
              </w:rPr>
            </w:pPr>
          </w:p>
          <w:p w:rsidR="00D1672A" w:rsidRPr="00D1672A" w:rsidRDefault="00D1672A" w:rsidP="00ED5991">
            <w:r w:rsidRPr="00D1672A">
              <w:rPr>
                <w:highlight w:val="green"/>
              </w:rPr>
              <w:t>.Tyrrhenian Sea</w:t>
            </w:r>
            <w:r w:rsidRPr="00D1672A">
              <w:t xml:space="preserve"> </w:t>
            </w:r>
          </w:p>
          <w:p w:rsidR="00D1672A" w:rsidRDefault="00D1672A" w:rsidP="00ED5991"/>
          <w:p w:rsidR="00D1672A" w:rsidRPr="00D1672A" w:rsidRDefault="00D1672A" w:rsidP="00ED5991">
            <w:r w:rsidRPr="00D1672A">
              <w:rPr>
                <w:highlight w:val="green"/>
              </w:rPr>
              <w:t>.VERY Fertile Soil</w:t>
            </w:r>
            <w:r w:rsidR="00E93A0F">
              <w:t xml:space="preserve"> </w:t>
            </w:r>
          </w:p>
          <w:p w:rsidR="00D1672A" w:rsidRPr="00D1672A" w:rsidRDefault="00D1672A" w:rsidP="00ED5991"/>
          <w:p w:rsidR="00D1672A" w:rsidRPr="00D1672A" w:rsidRDefault="00D1672A" w:rsidP="00ED5991"/>
        </w:tc>
        <w:tc>
          <w:tcPr>
            <w:tcW w:w="3654" w:type="dxa"/>
          </w:tcPr>
          <w:p w:rsidR="00ED5991" w:rsidRDefault="00E93A0F" w:rsidP="00ED5991">
            <w:r w:rsidRPr="00E93A0F">
              <w:rPr>
                <w:highlight w:val="cyan"/>
              </w:rPr>
              <w:t xml:space="preserve">.Mainly Trades within Empire come to </w:t>
            </w:r>
            <w:r w:rsidRPr="00B267E1">
              <w:rPr>
                <w:highlight w:val="cyan"/>
              </w:rPr>
              <w:t>Pompeii</w:t>
            </w:r>
            <w:r w:rsidR="00B267E1" w:rsidRPr="00B267E1">
              <w:rPr>
                <w:highlight w:val="cyan"/>
              </w:rPr>
              <w:t xml:space="preserve"> and go away from Pompeii</w:t>
            </w:r>
          </w:p>
          <w:p w:rsidR="000F7FC2" w:rsidRDefault="000F7FC2" w:rsidP="00ED5991">
            <w:r>
              <w:rPr>
                <w:highlight w:val="yellow"/>
              </w:rPr>
              <w:t>.Farmers, soldiers,</w:t>
            </w:r>
            <w:r w:rsidRPr="000F7FC2">
              <w:rPr>
                <w:highlight w:val="yellow"/>
              </w:rPr>
              <w:t xml:space="preserve"> slaves, </w:t>
            </w:r>
            <w:r>
              <w:rPr>
                <w:highlight w:val="yellow"/>
              </w:rPr>
              <w:t xml:space="preserve">tribunes, </w:t>
            </w:r>
            <w:r w:rsidRPr="000F7FC2">
              <w:rPr>
                <w:highlight w:val="yellow"/>
              </w:rPr>
              <w:t xml:space="preserve">metalworkers, builders, </w:t>
            </w:r>
            <w:r>
              <w:rPr>
                <w:highlight w:val="yellow"/>
              </w:rPr>
              <w:t xml:space="preserve">gladiators, </w:t>
            </w:r>
            <w:r w:rsidRPr="000F7FC2">
              <w:rPr>
                <w:highlight w:val="yellow"/>
              </w:rPr>
              <w:t>stoneworkers, brewers, millers, wine-workers, architects, mapmakers,</w:t>
            </w:r>
            <w:r w:rsidR="000C463C">
              <w:rPr>
                <w:highlight w:val="yellow"/>
              </w:rPr>
              <w:t xml:space="preserve"> merchants, </w:t>
            </w:r>
            <w:r w:rsidRPr="000F7FC2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craftsmen, fullers, </w:t>
            </w:r>
            <w:r w:rsidRPr="000F7FC2">
              <w:rPr>
                <w:highlight w:val="yellow"/>
              </w:rPr>
              <w:t>and many more jobs were common to the Roman Empire’s plebeians</w:t>
            </w:r>
            <w:r>
              <w:t xml:space="preserve"> </w:t>
            </w:r>
          </w:p>
          <w:p w:rsidR="000F7FC2" w:rsidRDefault="000F7FC2" w:rsidP="00ED5991">
            <w:r w:rsidRPr="000F7FC2">
              <w:rPr>
                <w:highlight w:val="cyan"/>
              </w:rPr>
              <w:t>.Markets were located in Forum where trades, buying, selling, and borrowing went on</w:t>
            </w:r>
          </w:p>
          <w:p w:rsidR="000F7FC2" w:rsidRDefault="000F7FC2" w:rsidP="00ED5991">
            <w:r w:rsidRPr="000F7FC2">
              <w:rPr>
                <w:highlight w:val="yellow"/>
              </w:rPr>
              <w:t>.Republic- kind of like a democracy</w:t>
            </w:r>
          </w:p>
          <w:p w:rsidR="000F7FC2" w:rsidRDefault="000F7FC2" w:rsidP="00ED5991">
            <w:r w:rsidRPr="000F7FC2">
              <w:rPr>
                <w:highlight w:val="cyan"/>
              </w:rPr>
              <w:t>.Fertile volcanic soil good for growing many plants and fruits</w:t>
            </w:r>
          </w:p>
          <w:p w:rsidR="000F7FC2" w:rsidRDefault="00AE4915" w:rsidP="00ED5991">
            <w:r w:rsidRPr="00AE4915">
              <w:rPr>
                <w:highlight w:val="yellow"/>
              </w:rPr>
              <w:t xml:space="preserve">.Sold olive oil that made lots of </w:t>
            </w:r>
            <w:r w:rsidRPr="00671CA8">
              <w:rPr>
                <w:highlight w:val="yellow"/>
              </w:rPr>
              <w:t>$$$</w:t>
            </w:r>
            <w:r w:rsidR="00671CA8" w:rsidRPr="00671CA8">
              <w:rPr>
                <w:highlight w:val="yellow"/>
              </w:rPr>
              <w:t>$</w:t>
            </w:r>
          </w:p>
          <w:p w:rsidR="00AE4915" w:rsidRDefault="00AE4915" w:rsidP="00ED5991">
            <w:r w:rsidRPr="00AE4915">
              <w:rPr>
                <w:highlight w:val="cyan"/>
              </w:rPr>
              <w:t>.With imports coming in, the city had all of the food it needed in extra quantities + rare food from certain parts of the Roman empire</w:t>
            </w:r>
          </w:p>
          <w:p w:rsidR="00AE4915" w:rsidRDefault="00F76926" w:rsidP="00ED5991">
            <w:r w:rsidRPr="00F76926">
              <w:rPr>
                <w:highlight w:val="yellow"/>
              </w:rPr>
              <w:t>.C</w:t>
            </w:r>
            <w:r w:rsidR="00AE4915" w:rsidRPr="00F76926">
              <w:rPr>
                <w:highlight w:val="yellow"/>
              </w:rPr>
              <w:t>ommonly grown crops</w:t>
            </w:r>
            <w:r w:rsidRPr="00F76926">
              <w:rPr>
                <w:highlight w:val="yellow"/>
              </w:rPr>
              <w:t>; wheat. barley, olives, grapes, lettuce, peaches, apples, tomatoes, onions, carrots, and more fruits and vegetables</w:t>
            </w:r>
          </w:p>
          <w:p w:rsidR="00F76926" w:rsidRDefault="004F0F8A" w:rsidP="00ED5991">
            <w:r w:rsidRPr="004F0F8A">
              <w:rPr>
                <w:highlight w:val="cyan"/>
              </w:rPr>
              <w:t>.Craftsmen sold goods to noblemen in return for the nobleman to be their patron</w:t>
            </w:r>
          </w:p>
          <w:p w:rsidR="000C463C" w:rsidRDefault="000C463C" w:rsidP="00ED5991">
            <w:r w:rsidRPr="000C463C">
              <w:rPr>
                <w:highlight w:val="yellow"/>
              </w:rPr>
              <w:t>.Loans</w:t>
            </w:r>
          </w:p>
          <w:p w:rsidR="000C463C" w:rsidRDefault="000C463C" w:rsidP="00ED5991">
            <w:r w:rsidRPr="000C463C">
              <w:rPr>
                <w:highlight w:val="cyan"/>
              </w:rPr>
              <w:t>.Taxes</w:t>
            </w:r>
          </w:p>
          <w:p w:rsidR="000C463C" w:rsidRDefault="000C463C" w:rsidP="00ED5991">
            <w:r w:rsidRPr="000C463C">
              <w:rPr>
                <w:highlight w:val="yellow"/>
              </w:rPr>
              <w:t>.Large Scale Production</w:t>
            </w:r>
          </w:p>
        </w:tc>
        <w:tc>
          <w:tcPr>
            <w:tcW w:w="3654" w:type="dxa"/>
          </w:tcPr>
          <w:p w:rsidR="00ED5991" w:rsidRDefault="00994FE3" w:rsidP="00ED5991">
            <w:pPr>
              <w:rPr>
                <w:sz w:val="20"/>
                <w:szCs w:val="20"/>
              </w:rPr>
            </w:pPr>
            <w:r w:rsidRPr="00994FE3">
              <w:rPr>
                <w:sz w:val="20"/>
                <w:szCs w:val="20"/>
                <w:highlight w:val="lightGray"/>
              </w:rPr>
              <w:t>.Aqueducts</w:t>
            </w:r>
            <w:r w:rsidR="007941D3">
              <w:rPr>
                <w:sz w:val="20"/>
                <w:szCs w:val="20"/>
              </w:rPr>
              <w:t>1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994FE3" w:rsidRDefault="00994FE3" w:rsidP="00ED5991">
            <w:pPr>
              <w:rPr>
                <w:sz w:val="20"/>
                <w:szCs w:val="20"/>
              </w:rPr>
            </w:pPr>
            <w:r w:rsidRPr="00994FE3">
              <w:rPr>
                <w:sz w:val="20"/>
                <w:szCs w:val="20"/>
                <w:highlight w:val="lightGray"/>
              </w:rPr>
              <w:t>.Stone Bridges</w:t>
            </w:r>
            <w:r w:rsidR="007941D3">
              <w:rPr>
                <w:sz w:val="20"/>
                <w:szCs w:val="20"/>
              </w:rPr>
              <w:t>1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994FE3" w:rsidRDefault="00994FE3" w:rsidP="00ED5991">
            <w:pPr>
              <w:rPr>
                <w:sz w:val="20"/>
                <w:szCs w:val="20"/>
              </w:rPr>
            </w:pPr>
            <w:r w:rsidRPr="00994FE3">
              <w:rPr>
                <w:sz w:val="20"/>
                <w:szCs w:val="20"/>
                <w:highlight w:val="lightGray"/>
              </w:rPr>
              <w:t>.Public Baths</w:t>
            </w:r>
            <w:r w:rsidR="007941D3">
              <w:rPr>
                <w:sz w:val="20"/>
                <w:szCs w:val="20"/>
              </w:rPr>
              <w:t>2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994FE3" w:rsidRDefault="00994FE3" w:rsidP="00ED5991">
            <w:pPr>
              <w:rPr>
                <w:sz w:val="20"/>
                <w:szCs w:val="20"/>
              </w:rPr>
            </w:pPr>
            <w:r w:rsidRPr="00994FE3">
              <w:rPr>
                <w:sz w:val="20"/>
                <w:szCs w:val="20"/>
                <w:highlight w:val="lightGray"/>
              </w:rPr>
              <w:t>.Libraries</w:t>
            </w:r>
            <w:r w:rsidR="007941D3">
              <w:rPr>
                <w:sz w:val="20"/>
                <w:szCs w:val="20"/>
              </w:rPr>
              <w:t>2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994FE3" w:rsidRDefault="003D28DC" w:rsidP="00ED5991">
            <w:pPr>
              <w:rPr>
                <w:sz w:val="20"/>
                <w:szCs w:val="20"/>
                <w:highlight w:val="lightGray"/>
              </w:rPr>
            </w:pPr>
            <w:r w:rsidRPr="003D28DC">
              <w:rPr>
                <w:sz w:val="20"/>
                <w:szCs w:val="20"/>
                <w:highlight w:val="lightGray"/>
              </w:rPr>
              <w:t>.Museums</w:t>
            </w:r>
            <w:r w:rsidR="007941D3">
              <w:rPr>
                <w:sz w:val="20"/>
                <w:szCs w:val="20"/>
                <w:highlight w:val="lightGray"/>
              </w:rPr>
              <w:t>2</w:t>
            </w:r>
          </w:p>
          <w:p w:rsidR="003D28DC" w:rsidRPr="003D28DC" w:rsidRDefault="003D28DC" w:rsidP="00ED5991">
            <w:pPr>
              <w:rPr>
                <w:sz w:val="20"/>
                <w:szCs w:val="20"/>
                <w:highlight w:val="lightGray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.Art Galleries</w:t>
            </w:r>
            <w:r w:rsidR="007941D3">
              <w:rPr>
                <w:sz w:val="20"/>
                <w:szCs w:val="20"/>
              </w:rPr>
              <w:t>2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.The Arch</w:t>
            </w:r>
            <w:r w:rsidR="007941D3">
              <w:rPr>
                <w:sz w:val="20"/>
                <w:szCs w:val="20"/>
              </w:rPr>
              <w:t>1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.Concrete</w:t>
            </w:r>
            <w:r w:rsidR="007941D3">
              <w:rPr>
                <w:sz w:val="20"/>
                <w:szCs w:val="20"/>
              </w:rPr>
              <w:t>1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.Theaters</w:t>
            </w:r>
            <w:r w:rsidR="007941D3">
              <w:rPr>
                <w:sz w:val="20"/>
                <w:szCs w:val="20"/>
              </w:rPr>
              <w:t>[2]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.Workshops</w:t>
            </w:r>
            <w:r w:rsidR="007941D3">
              <w:rPr>
                <w:sz w:val="20"/>
                <w:szCs w:val="20"/>
              </w:rPr>
              <w:t>3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.Ground floor shops + Top Floor apartments</w:t>
            </w:r>
            <w:r w:rsidR="007941D3">
              <w:rPr>
                <w:sz w:val="20"/>
                <w:szCs w:val="20"/>
              </w:rPr>
              <w:t>3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.Block Road System</w:t>
            </w:r>
            <w:r w:rsidR="007941D3">
              <w:rPr>
                <w:sz w:val="20"/>
                <w:szCs w:val="20"/>
              </w:rPr>
              <w:t>3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ED5991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.Census</w:t>
            </w:r>
            <w:r w:rsidR="007941D3">
              <w:rPr>
                <w:sz w:val="20"/>
                <w:szCs w:val="20"/>
              </w:rPr>
              <w:t>3</w:t>
            </w:r>
          </w:p>
          <w:p w:rsidR="003D28DC" w:rsidRDefault="003D28DC" w:rsidP="00ED5991">
            <w:pPr>
              <w:rPr>
                <w:sz w:val="20"/>
                <w:szCs w:val="20"/>
              </w:rPr>
            </w:pPr>
          </w:p>
          <w:p w:rsidR="003D28DC" w:rsidRDefault="003D28DC" w:rsidP="003D28DC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.Colosseum</w:t>
            </w:r>
            <w:r w:rsidR="007941D3">
              <w:rPr>
                <w:sz w:val="20"/>
                <w:szCs w:val="20"/>
              </w:rPr>
              <w:t>3</w:t>
            </w:r>
          </w:p>
          <w:p w:rsidR="003D28DC" w:rsidRDefault="003D28DC" w:rsidP="003D28DC">
            <w:pPr>
              <w:rPr>
                <w:sz w:val="20"/>
                <w:szCs w:val="20"/>
              </w:rPr>
            </w:pPr>
          </w:p>
          <w:p w:rsidR="003D28DC" w:rsidRDefault="003D28DC" w:rsidP="003D28DC">
            <w:pPr>
              <w:rPr>
                <w:sz w:val="20"/>
                <w:szCs w:val="20"/>
              </w:rPr>
            </w:pPr>
            <w:r w:rsidRPr="003D28DC">
              <w:rPr>
                <w:sz w:val="20"/>
                <w:szCs w:val="20"/>
                <w:highlight w:val="lightGray"/>
              </w:rPr>
              <w:t>.Republic</w:t>
            </w:r>
            <w:r w:rsidR="007941D3">
              <w:rPr>
                <w:sz w:val="20"/>
                <w:szCs w:val="20"/>
              </w:rPr>
              <w:t>4</w:t>
            </w:r>
            <w:bookmarkStart w:id="0" w:name="_GoBack"/>
            <w:bookmarkEnd w:id="0"/>
          </w:p>
          <w:p w:rsidR="003D28DC" w:rsidRPr="00994FE3" w:rsidRDefault="003D28DC" w:rsidP="00ED5991">
            <w:pPr>
              <w:rPr>
                <w:sz w:val="20"/>
                <w:szCs w:val="20"/>
              </w:rPr>
            </w:pPr>
          </w:p>
        </w:tc>
      </w:tr>
    </w:tbl>
    <w:p w:rsidR="000A4F13" w:rsidRPr="00ED5991" w:rsidRDefault="000A4F13" w:rsidP="00ED5991"/>
    <w:sectPr w:rsidR="000A4F13" w:rsidRPr="00ED5991" w:rsidSect="008527F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762"/>
    <w:rsid w:val="000A4F13"/>
    <w:rsid w:val="000C463C"/>
    <w:rsid w:val="000F7FC2"/>
    <w:rsid w:val="001A2A79"/>
    <w:rsid w:val="003C0B4F"/>
    <w:rsid w:val="003D28DC"/>
    <w:rsid w:val="004B7229"/>
    <w:rsid w:val="004F0F8A"/>
    <w:rsid w:val="00671CA8"/>
    <w:rsid w:val="007941D3"/>
    <w:rsid w:val="008527FC"/>
    <w:rsid w:val="00994FE3"/>
    <w:rsid w:val="009E170C"/>
    <w:rsid w:val="00A05762"/>
    <w:rsid w:val="00AE4915"/>
    <w:rsid w:val="00B267E1"/>
    <w:rsid w:val="00D1672A"/>
    <w:rsid w:val="00E93A0F"/>
    <w:rsid w:val="00ED5991"/>
    <w:rsid w:val="00F76926"/>
    <w:rsid w:val="00F9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2A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A2A7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A2A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2A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A2A7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A2A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CDB82CE2.dotm</Template>
  <TotalTime>107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14</cp:revision>
  <dcterms:created xsi:type="dcterms:W3CDTF">2012-01-25T19:28:00Z</dcterms:created>
  <dcterms:modified xsi:type="dcterms:W3CDTF">2012-01-30T19:50:00Z</dcterms:modified>
</cp:coreProperties>
</file>